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DECD" w14:textId="7777777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F2DFD" w14:textId="21BA5BA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20</w:t>
      </w:r>
      <w:r w:rsidR="00563B0C">
        <w:rPr>
          <w:rFonts w:ascii="Corbel" w:hAnsi="Corbel"/>
          <w:i/>
          <w:smallCaps/>
          <w:sz w:val="24"/>
          <w:szCs w:val="24"/>
        </w:rPr>
        <w:t>20</w:t>
      </w:r>
      <w:r w:rsidR="005C15EE">
        <w:rPr>
          <w:rFonts w:ascii="Corbel" w:hAnsi="Corbel"/>
          <w:i/>
          <w:smallCaps/>
          <w:sz w:val="24"/>
          <w:szCs w:val="24"/>
        </w:rPr>
        <w:t>-20</w:t>
      </w:r>
      <w:r w:rsidR="00563B0C">
        <w:rPr>
          <w:rFonts w:ascii="Corbel" w:hAnsi="Corbel"/>
          <w:i/>
          <w:smallCaps/>
          <w:sz w:val="24"/>
          <w:szCs w:val="24"/>
        </w:rPr>
        <w:t>23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3F72AD5" w14:textId="57DC72D8" w:rsidR="004F53C3" w:rsidRPr="005E2EFD" w:rsidRDefault="004F53C3" w:rsidP="004F53C3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5E2EFD">
        <w:rPr>
          <w:rFonts w:ascii="Corbel" w:hAnsi="Corbel"/>
          <w:sz w:val="20"/>
          <w:szCs w:val="20"/>
        </w:rPr>
        <w:t>Rok akademicki   2022/2023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284CAAB7" w:rsidR="005C15EE" w:rsidRPr="009C54AE" w:rsidRDefault="00684C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77777777" w:rsidR="00015B8F" w:rsidRPr="009C54AE" w:rsidRDefault="00837B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Corbel" w:hAnsi="Corbel" w:cs="Segoe UI"/>
        </w:rPr>
        <w:sym w:font="Wingdings" w:char="F0FE"/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r w:rsidRPr="00DC2B6A">
        <w:rPr>
          <w:rStyle w:val="spellingerror"/>
          <w:rFonts w:ascii="Corbel" w:hAnsi="Corbel"/>
        </w:rPr>
        <w:t>Teams)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jakościowymi (wyrażonymi w skali nominalnej i porządkowej), funkcji trendu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lastRenderedPageBreak/>
              <w:t>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lastRenderedPageBreak/>
              <w:t>Indywidualne wskaźniki dynamiki cen, wartości i ilości sprzedaży ich rodzaje – metody łączenia w jednolite zbiory różnych wskaźników dynamiki</w:t>
            </w:r>
          </w:p>
        </w:tc>
      </w:tr>
      <w:tr w:rsidR="00F275AA" w:rsidRPr="009C54AE" w14:paraId="01BAB243" w14:textId="77777777" w:rsidTr="00684CD7">
        <w:tc>
          <w:tcPr>
            <w:tcW w:w="9520" w:type="dxa"/>
          </w:tcPr>
          <w:p w14:paraId="36C0138C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Agregatowe wskaźniki dynamiki wielkości absolutnych i wielkości względnych - rodzaje, procedury obliczeniowe, zastosowanie</w:t>
            </w:r>
          </w:p>
        </w:tc>
      </w:tr>
      <w:tr w:rsidR="00F275AA" w:rsidRPr="009C54AE" w14:paraId="50E9F532" w14:textId="77777777" w:rsidTr="00684CD7">
        <w:tc>
          <w:tcPr>
            <w:tcW w:w="9520" w:type="dxa"/>
          </w:tcPr>
          <w:p w14:paraId="725563FE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Wskaźniki dynamiki cen – definicje i metodologie obliczania: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produktu krajowego;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275AA">
              <w:rPr>
                <w:rFonts w:ascii="Corbel" w:hAnsi="Corbel"/>
                <w:color w:val="000000"/>
                <w:sz w:val="24"/>
                <w:szCs w:val="24"/>
              </w:rPr>
              <w:t>indeks cen towarów i usług konsumpcyjnych (CPI); indeks cen producentów (PPI); wskaźniki (indeksy) cen branżowe</w:t>
            </w:r>
          </w:p>
        </w:tc>
      </w:tr>
      <w:tr w:rsidR="00F275AA" w:rsidRPr="009C54AE" w14:paraId="037508A4" w14:textId="77777777" w:rsidTr="00684CD7">
        <w:tc>
          <w:tcPr>
            <w:tcW w:w="9520" w:type="dxa"/>
          </w:tcPr>
          <w:p w14:paraId="3A705B8D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Wskaźniki dynamiki kosztów utrzymania – globalne i kategorii gospodarstw domowych</w:t>
            </w:r>
          </w:p>
        </w:tc>
      </w:tr>
      <w:tr w:rsidR="00F275AA" w:rsidRPr="009C54AE" w14:paraId="17DD6784" w14:textId="77777777" w:rsidTr="00684CD7">
        <w:tc>
          <w:tcPr>
            <w:tcW w:w="9520" w:type="dxa"/>
          </w:tcPr>
          <w:p w14:paraId="3BD93BF1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Indywidualne wskaźniki dynamiki realnych zmian cen i realnych wartości sprzedaży – analiza globalna; analizy branżowe</w:t>
            </w:r>
          </w:p>
        </w:tc>
      </w:tr>
      <w:tr w:rsidR="00F275AA" w:rsidRPr="009C54AE" w14:paraId="55FDF9C0" w14:textId="77777777" w:rsidTr="00684CD7">
        <w:tc>
          <w:tcPr>
            <w:tcW w:w="9520" w:type="dxa"/>
          </w:tcPr>
          <w:p w14:paraId="23D8FA10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</w:p>
        </w:tc>
      </w:tr>
      <w:tr w:rsidR="00F275AA" w:rsidRPr="009C54AE" w14:paraId="7233C0DF" w14:textId="77777777" w:rsidTr="00684CD7">
        <w:tc>
          <w:tcPr>
            <w:tcW w:w="9520" w:type="dxa"/>
          </w:tcPr>
          <w:p w14:paraId="0B630E99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</w:p>
        </w:tc>
      </w:tr>
      <w:tr w:rsidR="00F275AA" w:rsidRPr="009C54AE" w14:paraId="7BCE8A66" w14:textId="77777777" w:rsidTr="00684CD7">
        <w:tc>
          <w:tcPr>
            <w:tcW w:w="9520" w:type="dxa"/>
          </w:tcPr>
          <w:p w14:paraId="467B1B2E" w14:textId="239308BC" w:rsidR="00F275AA" w:rsidRPr="00F275AA" w:rsidRDefault="00F275AA" w:rsidP="000B312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 - metody poszukiwania adekwatnej postaci funkcji trendu - szacowanie tych funkcji</w:t>
            </w:r>
            <w:r w:rsidR="008015E3">
              <w:rPr>
                <w:rFonts w:ascii="Corbel" w:hAnsi="Corbel"/>
                <w:sz w:val="24"/>
                <w:szCs w:val="24"/>
                <w:lang w:eastAsia="pl-PL"/>
              </w:rPr>
              <w:t>, weryfikacja, badanie właściwości reszt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 - prognozowanie - analiza tych funkcji w związku z ich własnościami opisującymi, prognostycznymi i decyzyjnymi.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77777777" w:rsidR="00F275AA" w:rsidRPr="00F275AA" w:rsidRDefault="00F275AA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lastRenderedPageBreak/>
              <w:t>Zaliczenie</w:t>
            </w:r>
          </w:p>
          <w:p w14:paraId="0D3B6C0A" w14:textId="72CA04F2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oceny stanowią wyniki kolokwium, 25% ocena z pracy projektowej.</w:t>
            </w:r>
          </w:p>
          <w:p w14:paraId="7F159346" w14:textId="5DF252CB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Punkty uzyskane za kolokwi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um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47E3EF7A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47E3EF7A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003E1941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00923D7D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3D77A7B" w14:textId="77777777" w:rsidTr="00923D7D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42F0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7E93EC5C" w14:textId="77777777" w:rsidTr="00923D7D">
        <w:tc>
          <w:tcPr>
            <w:tcW w:w="4962" w:type="dxa"/>
          </w:tcPr>
          <w:p w14:paraId="0C82937C" w14:textId="43B3CA18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77777777" w:rsidR="00C61DC5" w:rsidRPr="009C54AE" w:rsidRDefault="001B1A2D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C42F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34C9998" w14:textId="77777777" w:rsidTr="00923D7D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C4A5071" w14:textId="77777777" w:rsidTr="00923D7D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77777777" w:rsidR="0085747A" w:rsidRPr="009C54AE" w:rsidRDefault="00C42F0B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: zastosowania w ekonomii : analiza struktury zbiorowości statystycznej, szeregów czasowych oraz współzależności zjawisk / Hanna G. Adamkiewicz. - Gdańsk : Ośrodek Doradztwa i Doskonalenia Kadr, cop.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Pułaska-Turyna. - Wyd. 3 zm. - Warszawa : Difin,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Oszczędności i rozpiętości dochodowe a dynamika gospodarcza : interakcje na przykładzie Polski / Bogumiła Szopa, Paweł Kawa, Jan Kultys.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Spirala wzrostu : pieniądz, energia i kreatywność w dynamice procesów rynkowych / Hans Christoph Binswanger ; przekł. [z niem.] Joanna Gilewicz. - Poznań : Zysk i S-ka Wydawnictwo, cop.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Zamożność dochodowa gospodarstw domowych : determinanty, dynamika, zróżnicowanie przestrzenne / Anna Sączewska-Piotrowska.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389E08" w14:textId="77777777" w:rsidR="00881443" w:rsidRDefault="00881443" w:rsidP="00C16ABF">
      <w:pPr>
        <w:spacing w:after="0" w:line="240" w:lineRule="auto"/>
      </w:pPr>
      <w:r>
        <w:separator/>
      </w:r>
    </w:p>
  </w:endnote>
  <w:endnote w:type="continuationSeparator" w:id="0">
    <w:p w14:paraId="52BDDD55" w14:textId="77777777" w:rsidR="00881443" w:rsidRDefault="008814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4D54D" w14:textId="77777777" w:rsidR="00881443" w:rsidRDefault="00881443" w:rsidP="00C16ABF">
      <w:pPr>
        <w:spacing w:after="0" w:line="240" w:lineRule="auto"/>
      </w:pPr>
      <w:r>
        <w:separator/>
      </w:r>
    </w:p>
  </w:footnote>
  <w:footnote w:type="continuationSeparator" w:id="0">
    <w:p w14:paraId="5548482F" w14:textId="77777777" w:rsidR="00881443" w:rsidRDefault="0088144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636"/>
    <w:rsid w:val="00015B8F"/>
    <w:rsid w:val="00022ECE"/>
    <w:rsid w:val="00042A51"/>
    <w:rsid w:val="00042D2E"/>
    <w:rsid w:val="00044C82"/>
    <w:rsid w:val="00063DA7"/>
    <w:rsid w:val="00070ED6"/>
    <w:rsid w:val="000742DC"/>
    <w:rsid w:val="00075508"/>
    <w:rsid w:val="000767B3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27454"/>
    <w:rsid w:val="00134B13"/>
    <w:rsid w:val="00145650"/>
    <w:rsid w:val="00146BC0"/>
    <w:rsid w:val="00153C41"/>
    <w:rsid w:val="00154381"/>
    <w:rsid w:val="001550B6"/>
    <w:rsid w:val="00164FA7"/>
    <w:rsid w:val="00166A03"/>
    <w:rsid w:val="001718A7"/>
    <w:rsid w:val="001737CF"/>
    <w:rsid w:val="00176083"/>
    <w:rsid w:val="001769C5"/>
    <w:rsid w:val="00192F37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70754"/>
    <w:rsid w:val="0038420D"/>
    <w:rsid w:val="00386E2A"/>
    <w:rsid w:val="003A0A5B"/>
    <w:rsid w:val="003A1176"/>
    <w:rsid w:val="003C0BAE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598D"/>
    <w:rsid w:val="004840FD"/>
    <w:rsid w:val="004841F0"/>
    <w:rsid w:val="00490F7D"/>
    <w:rsid w:val="00491678"/>
    <w:rsid w:val="004968E2"/>
    <w:rsid w:val="004A3EEA"/>
    <w:rsid w:val="004A4D1F"/>
    <w:rsid w:val="004D5282"/>
    <w:rsid w:val="004E4AAA"/>
    <w:rsid w:val="004F08D2"/>
    <w:rsid w:val="004F1551"/>
    <w:rsid w:val="004F53C3"/>
    <w:rsid w:val="004F55A3"/>
    <w:rsid w:val="0050496F"/>
    <w:rsid w:val="00513B6F"/>
    <w:rsid w:val="005151BA"/>
    <w:rsid w:val="00517C63"/>
    <w:rsid w:val="00525EEF"/>
    <w:rsid w:val="0052680F"/>
    <w:rsid w:val="005363C4"/>
    <w:rsid w:val="00536BDE"/>
    <w:rsid w:val="00540C1F"/>
    <w:rsid w:val="00543ACC"/>
    <w:rsid w:val="00563B0C"/>
    <w:rsid w:val="005A0855"/>
    <w:rsid w:val="005A3196"/>
    <w:rsid w:val="005A4BBC"/>
    <w:rsid w:val="005B1A3D"/>
    <w:rsid w:val="005C080F"/>
    <w:rsid w:val="005C15EE"/>
    <w:rsid w:val="005C55E5"/>
    <w:rsid w:val="005C696A"/>
    <w:rsid w:val="005E6E85"/>
    <w:rsid w:val="005F31D2"/>
    <w:rsid w:val="0061029B"/>
    <w:rsid w:val="00617230"/>
    <w:rsid w:val="00621CE1"/>
    <w:rsid w:val="00647FA8"/>
    <w:rsid w:val="0065662D"/>
    <w:rsid w:val="006620D9"/>
    <w:rsid w:val="00671958"/>
    <w:rsid w:val="00675843"/>
    <w:rsid w:val="00684CD7"/>
    <w:rsid w:val="00696477"/>
    <w:rsid w:val="006D050F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1707E"/>
    <w:rsid w:val="00837B36"/>
    <w:rsid w:val="008449B3"/>
    <w:rsid w:val="0085747A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7F14"/>
    <w:rsid w:val="009A2587"/>
    <w:rsid w:val="009A78D9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3B85"/>
    <w:rsid w:val="00A97DE1"/>
    <w:rsid w:val="00AB053C"/>
    <w:rsid w:val="00AB19B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4BA"/>
    <w:rsid w:val="00B3130B"/>
    <w:rsid w:val="00B40ADB"/>
    <w:rsid w:val="00B42849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B7C19"/>
    <w:rsid w:val="00BC2E4C"/>
    <w:rsid w:val="00BD3869"/>
    <w:rsid w:val="00BD66E9"/>
    <w:rsid w:val="00BF2C41"/>
    <w:rsid w:val="00C000CE"/>
    <w:rsid w:val="00C058B4"/>
    <w:rsid w:val="00C131B5"/>
    <w:rsid w:val="00C16ABF"/>
    <w:rsid w:val="00C170AE"/>
    <w:rsid w:val="00C26CB7"/>
    <w:rsid w:val="00C324C1"/>
    <w:rsid w:val="00C36992"/>
    <w:rsid w:val="00C37677"/>
    <w:rsid w:val="00C42F0B"/>
    <w:rsid w:val="00C56036"/>
    <w:rsid w:val="00C61DC5"/>
    <w:rsid w:val="00C64F04"/>
    <w:rsid w:val="00C67E92"/>
    <w:rsid w:val="00C70A26"/>
    <w:rsid w:val="00C766DF"/>
    <w:rsid w:val="00C81013"/>
    <w:rsid w:val="00C94B98"/>
    <w:rsid w:val="00CA2B96"/>
    <w:rsid w:val="00CA5089"/>
    <w:rsid w:val="00CC4E01"/>
    <w:rsid w:val="00CC7909"/>
    <w:rsid w:val="00CD6897"/>
    <w:rsid w:val="00CD719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14D3"/>
    <w:rsid w:val="00D8678B"/>
    <w:rsid w:val="00DA2114"/>
    <w:rsid w:val="00DC2B6A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12D6"/>
    <w:rsid w:val="00E51E44"/>
    <w:rsid w:val="00E63348"/>
    <w:rsid w:val="00E7327D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5AA"/>
    <w:rsid w:val="00F27A7B"/>
    <w:rsid w:val="00F526AF"/>
    <w:rsid w:val="00F617C3"/>
    <w:rsid w:val="00F7066B"/>
    <w:rsid w:val="00F83B28"/>
    <w:rsid w:val="00F9455B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BF5B673"/>
    <w:rsid w:val="1F2D5735"/>
    <w:rsid w:val="2675C484"/>
    <w:rsid w:val="29F757D0"/>
    <w:rsid w:val="30A094F9"/>
    <w:rsid w:val="32830947"/>
    <w:rsid w:val="33E20215"/>
    <w:rsid w:val="4591CB7D"/>
    <w:rsid w:val="47E3EF7A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CCA7D-966A-487C-9B99-E8B6F96D3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AFA1A6-D601-4F04-A05D-85F6463B1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1254</Words>
  <Characters>7528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2019-01-21T08:18:00Z</cp:lastPrinted>
  <dcterms:created xsi:type="dcterms:W3CDTF">2020-11-14T19:12:00Z</dcterms:created>
  <dcterms:modified xsi:type="dcterms:W3CDTF">2021-02-11T13:50:00Z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